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C8133F6" w:rsidR="00171784" w:rsidRDefault="004F3A4A" w:rsidP="00CF2B58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Pr="004F3A4A">
        <w:rPr>
          <w:rFonts w:ascii="Arial" w:hAnsi="Arial" w:cs="Arial"/>
          <w:b/>
          <w:bCs/>
        </w:rPr>
        <w:t>INSTRUMENT 0</w:t>
      </w:r>
      <w:r>
        <w:rPr>
          <w:rFonts w:ascii="Arial" w:hAnsi="Arial" w:cs="Arial"/>
          <w:b/>
          <w:bCs/>
        </w:rPr>
        <w:t>3</w:t>
      </w:r>
      <w:r w:rsidRPr="004F3A4A">
        <w:rPr>
          <w:rFonts w:ascii="Arial" w:hAnsi="Arial" w:cs="Arial"/>
          <w:b/>
          <w:bCs/>
        </w:rPr>
        <w:t xml:space="preserve"> – </w:t>
      </w:r>
      <w:r w:rsidR="0001441E" w:rsidRPr="00A9760E">
        <w:rPr>
          <w:rFonts w:ascii="Arial" w:hAnsi="Arial" w:cs="Arial"/>
          <w:b/>
          <w:bCs/>
        </w:rPr>
        <w:t>MAPPING MATRIX</w:t>
      </w:r>
      <w:r w:rsidR="0001441E">
        <w:rPr>
          <w:rFonts w:ascii="Arial" w:hAnsi="Arial" w:cs="Arial"/>
          <w:b/>
          <w:bCs/>
        </w:rPr>
        <w:t xml:space="preserve"> (EXIT LEVEL OUTCOMES)</w:t>
      </w:r>
    </w:p>
    <w:p w14:paraId="3073398F" w14:textId="506A8D04" w:rsidR="00474366" w:rsidRPr="00CF2B58" w:rsidRDefault="00F94BD7" w:rsidP="00CF2B58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CF2B58">
        <w:rPr>
          <w:rFonts w:ascii="Arial" w:hAnsi="Arial" w:cs="Arial"/>
          <w:i/>
          <w:iCs/>
        </w:rPr>
        <w:t>To be completed by the SDP RPL Assessor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94"/>
        <w:gridCol w:w="3855"/>
        <w:gridCol w:w="3927"/>
      </w:tblGrid>
      <w:tr w:rsidR="003A1A77" w14:paraId="5E399B2A" w14:textId="196B1D6A" w:rsidTr="00EF3588">
        <w:trPr>
          <w:trHeight w:val="397"/>
        </w:trPr>
        <w:tc>
          <w:tcPr>
            <w:tcW w:w="7380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782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94" w:type="dxa"/>
            <w:vAlign w:val="center"/>
          </w:tcPr>
          <w:p w14:paraId="428321AA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3BAF4A3B" w14:textId="77777777" w:rsidR="003A1A77" w:rsidRPr="00DD6F3D" w:rsidRDefault="003A1A77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4920ECFE" w:rsidR="000C1C88" w:rsidRPr="00001D40" w:rsidRDefault="000C1C88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4C76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94" w:type="dxa"/>
            <w:vAlign w:val="center"/>
          </w:tcPr>
          <w:p w14:paraId="735D1006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855" w:type="dxa"/>
            <w:shd w:val="clear" w:color="auto" w:fill="E2D4AB"/>
            <w:vAlign w:val="center"/>
          </w:tcPr>
          <w:p w14:paraId="2E6C854E" w14:textId="3B872F0A" w:rsidR="000C1C88" w:rsidRPr="00DD6F3D" w:rsidRDefault="00F5151B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CF2B58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BD14E7" w:rsidRPr="00001D40" w14:paraId="60E71DD6" w14:textId="226254B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BD14E7" w:rsidRPr="00001D40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94" w:type="dxa"/>
            <w:vAlign w:val="center"/>
          </w:tcPr>
          <w:p w14:paraId="5D92B999" w14:textId="639D1A6C" w:rsidR="00BD14E7" w:rsidRPr="00196CB4" w:rsidRDefault="00BD14E7" w:rsidP="00BD14E7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96CB4">
              <w:rPr>
                <w:rFonts w:ascii="Aptos" w:hAnsi="Aptos" w:cs="Arial"/>
                <w:sz w:val="20"/>
                <w:szCs w:val="20"/>
              </w:rPr>
              <w:t>Occupational Certificate: Contact Centre Manager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01B30145" w14:textId="3B114F49" w:rsidR="00BD14E7" w:rsidRPr="00DD6F3D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BD14E7" w:rsidRPr="00001D40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BD14E7" w:rsidRPr="00001D40" w14:paraId="0BDC4426" w14:textId="44FDF202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BD14E7" w:rsidRPr="00001D40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94" w:type="dxa"/>
            <w:vAlign w:val="center"/>
          </w:tcPr>
          <w:p w14:paraId="02CCF4E9" w14:textId="1D0B8FE8" w:rsidR="00BD14E7" w:rsidRPr="00196CB4" w:rsidRDefault="00BD14E7" w:rsidP="00BD14E7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96CB4">
              <w:rPr>
                <w:rFonts w:ascii="Aptos" w:hAnsi="Aptos" w:cs="Arial"/>
                <w:sz w:val="20"/>
                <w:szCs w:val="20"/>
              </w:rPr>
              <w:t>99687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2398498A" w14:textId="12533BEB" w:rsidR="00BD14E7" w:rsidRPr="00DD6F3D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BD14E7" w:rsidRPr="00001D40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BD14E7" w:rsidRPr="00001D40" w14:paraId="752E5000" w14:textId="1506FFC8" w:rsidTr="00EF3588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BD14E7" w:rsidRPr="00001D40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94" w:type="dxa"/>
            <w:vAlign w:val="center"/>
          </w:tcPr>
          <w:p w14:paraId="54239C41" w14:textId="5F9C759F" w:rsidR="00BD14E7" w:rsidRPr="00196CB4" w:rsidRDefault="00BD14E7" w:rsidP="00BD14E7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196CB4">
              <w:rPr>
                <w:rFonts w:ascii="Aptos" w:hAnsi="Aptos" w:cs="Arial"/>
                <w:sz w:val="20"/>
                <w:szCs w:val="20"/>
              </w:rPr>
              <w:t>285, L5</w:t>
            </w:r>
          </w:p>
        </w:tc>
        <w:tc>
          <w:tcPr>
            <w:tcW w:w="3855" w:type="dxa"/>
            <w:shd w:val="clear" w:color="auto" w:fill="E2D4AB"/>
            <w:vAlign w:val="center"/>
          </w:tcPr>
          <w:p w14:paraId="16DC8204" w14:textId="7C40573A" w:rsidR="00BD14E7" w:rsidRPr="00DD6F3D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BD14E7" w:rsidRPr="00001D40" w:rsidRDefault="00BD14E7" w:rsidP="00BD14E7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6D643168" w:rsidR="00446468" w:rsidRPr="00925B38" w:rsidRDefault="009B525B" w:rsidP="00CF2B58">
      <w:pPr>
        <w:spacing w:before="240" w:after="0" w:line="276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</w:t>
      </w:r>
      <w:r w:rsidR="00BB7B26">
        <w:rPr>
          <w:rFonts w:ascii="Arial" w:hAnsi="Arial" w:cs="Arial"/>
          <w:i/>
          <w:iCs/>
        </w:rPr>
        <w:t>is</w:t>
      </w:r>
      <w:r w:rsidR="00446468" w:rsidRPr="00925B38">
        <w:rPr>
          <w:rFonts w:ascii="Arial" w:hAnsi="Arial" w:cs="Arial"/>
          <w:i/>
          <w:iCs/>
        </w:rPr>
        <w:t xml:space="preserve"> matrix </w:t>
      </w:r>
      <w:r w:rsidR="00BB7B26">
        <w:rPr>
          <w:rFonts w:ascii="Arial" w:hAnsi="Arial" w:cs="Arial"/>
          <w:i/>
          <w:iCs/>
        </w:rPr>
        <w:t xml:space="preserve">maps the modules to the </w:t>
      </w:r>
      <w:r w:rsidR="00C87012">
        <w:rPr>
          <w:rFonts w:ascii="Arial" w:hAnsi="Arial" w:cs="Arial"/>
          <w:i/>
          <w:iCs/>
        </w:rPr>
        <w:t>assessment criteria</w:t>
      </w:r>
      <w:r w:rsidR="004D5061">
        <w:rPr>
          <w:rFonts w:ascii="Arial" w:hAnsi="Arial" w:cs="Arial"/>
          <w:i/>
          <w:iCs/>
        </w:rPr>
        <w:t xml:space="preserve"> for all </w:t>
      </w:r>
      <w:r w:rsidR="00166F4C">
        <w:rPr>
          <w:rFonts w:ascii="Arial" w:hAnsi="Arial" w:cs="Arial"/>
          <w:i/>
          <w:iCs/>
        </w:rPr>
        <w:t xml:space="preserve">SAQA registered occupational qualification </w:t>
      </w:r>
      <w:r w:rsidR="004D5061">
        <w:rPr>
          <w:rFonts w:ascii="Arial" w:hAnsi="Arial" w:cs="Arial"/>
          <w:i/>
          <w:iCs/>
        </w:rPr>
        <w:t>exit level outcomes</w:t>
      </w:r>
    </w:p>
    <w:tbl>
      <w:tblPr>
        <w:tblStyle w:val="TableGrid"/>
        <w:tblW w:w="15125" w:type="dxa"/>
        <w:tblLook w:val="04A0" w:firstRow="1" w:lastRow="0" w:firstColumn="1" w:lastColumn="0" w:noHBand="0" w:noVBand="1"/>
      </w:tblPr>
      <w:tblGrid>
        <w:gridCol w:w="3681"/>
        <w:gridCol w:w="5386"/>
        <w:gridCol w:w="2410"/>
        <w:gridCol w:w="3648"/>
      </w:tblGrid>
      <w:tr w:rsidR="00085C4A" w:rsidRPr="00F210A8" w14:paraId="30FA5314" w14:textId="77777777" w:rsidTr="007A2287">
        <w:trPr>
          <w:trHeight w:val="397"/>
        </w:trPr>
        <w:tc>
          <w:tcPr>
            <w:tcW w:w="3681" w:type="dxa"/>
            <w:shd w:val="clear" w:color="auto" w:fill="DD5E15"/>
            <w:vAlign w:val="center"/>
          </w:tcPr>
          <w:p w14:paraId="3FDE1DFF" w14:textId="24DC111B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Exit Level Outcomes Competency</w:t>
            </w:r>
          </w:p>
        </w:tc>
        <w:tc>
          <w:tcPr>
            <w:tcW w:w="5386" w:type="dxa"/>
            <w:shd w:val="clear" w:color="auto" w:fill="DD5E15"/>
            <w:vAlign w:val="center"/>
          </w:tcPr>
          <w:p w14:paraId="4731968E" w14:textId="2988F820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Evidence Provided</w:t>
            </w:r>
          </w:p>
        </w:tc>
        <w:tc>
          <w:tcPr>
            <w:tcW w:w="2410" w:type="dxa"/>
            <w:shd w:val="clear" w:color="auto" w:fill="DD5E15"/>
            <w:vAlign w:val="center"/>
          </w:tcPr>
          <w:p w14:paraId="54699409" w14:textId="06A3A9C3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Portfolio Reference</w:t>
            </w:r>
          </w:p>
        </w:tc>
        <w:tc>
          <w:tcPr>
            <w:tcW w:w="3648" w:type="dxa"/>
            <w:shd w:val="clear" w:color="auto" w:fill="DD5E15"/>
            <w:vAlign w:val="center"/>
          </w:tcPr>
          <w:p w14:paraId="7160FDED" w14:textId="4FB451EA" w:rsidR="00085C4A" w:rsidRPr="00F210A8" w:rsidRDefault="00085C4A" w:rsidP="00CF2B58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  <w:r w:rsidRPr="00F210A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Assessor Comments</w:t>
            </w:r>
          </w:p>
        </w:tc>
      </w:tr>
      <w:tr w:rsidR="00330997" w:rsidRPr="00F210A8" w14:paraId="7FA1EF46" w14:textId="77777777" w:rsidTr="00186865">
        <w:trPr>
          <w:trHeight w:val="397"/>
        </w:trPr>
        <w:tc>
          <w:tcPr>
            <w:tcW w:w="3681" w:type="dxa"/>
          </w:tcPr>
          <w:p w14:paraId="0E51E1FD" w14:textId="2516D2AA" w:rsidR="00330997" w:rsidRPr="00844ED2" w:rsidRDefault="00330997" w:rsidP="00DF29B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844ED2">
              <w:rPr>
                <w:rFonts w:ascii="Aptos" w:hAnsi="Aptos" w:cs="Arial"/>
                <w:sz w:val="20"/>
                <w:szCs w:val="20"/>
              </w:rPr>
              <w:t>Manage and control costs of a contact centre.</w:t>
            </w:r>
          </w:p>
        </w:tc>
        <w:tc>
          <w:tcPr>
            <w:tcW w:w="5386" w:type="dxa"/>
            <w:vAlign w:val="center"/>
          </w:tcPr>
          <w:p w14:paraId="76575177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EDD4908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5A4762B0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30997" w:rsidRPr="00F210A8" w14:paraId="274DA1EE" w14:textId="77777777" w:rsidTr="00186865">
        <w:trPr>
          <w:trHeight w:val="397"/>
        </w:trPr>
        <w:tc>
          <w:tcPr>
            <w:tcW w:w="3681" w:type="dxa"/>
          </w:tcPr>
          <w:p w14:paraId="02653B82" w14:textId="4CFAF7E7" w:rsidR="00330997" w:rsidRPr="00844ED2" w:rsidRDefault="00330997" w:rsidP="00DF29B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844ED2">
              <w:rPr>
                <w:rFonts w:ascii="Aptos" w:hAnsi="Aptos" w:cs="Arial"/>
                <w:sz w:val="20"/>
                <w:szCs w:val="20"/>
              </w:rPr>
              <w:t>Manage and control operational planning and the achievement of operational targets.</w:t>
            </w:r>
          </w:p>
        </w:tc>
        <w:tc>
          <w:tcPr>
            <w:tcW w:w="5386" w:type="dxa"/>
            <w:vAlign w:val="center"/>
          </w:tcPr>
          <w:p w14:paraId="00A88D13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5D38B0C6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62E28678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30997" w:rsidRPr="00F210A8" w14:paraId="4AE66E8E" w14:textId="77777777" w:rsidTr="00186865">
        <w:trPr>
          <w:trHeight w:val="397"/>
        </w:trPr>
        <w:tc>
          <w:tcPr>
            <w:tcW w:w="3681" w:type="dxa"/>
          </w:tcPr>
          <w:p w14:paraId="10096A43" w14:textId="5305324E" w:rsidR="00330997" w:rsidRPr="00844ED2" w:rsidRDefault="00330997" w:rsidP="00DF29B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844ED2">
              <w:rPr>
                <w:rFonts w:ascii="Aptos" w:hAnsi="Aptos" w:cs="Arial"/>
                <w:sz w:val="20"/>
                <w:szCs w:val="20"/>
              </w:rPr>
              <w:t>Manage personnel employed in a contact centre.</w:t>
            </w:r>
          </w:p>
        </w:tc>
        <w:tc>
          <w:tcPr>
            <w:tcW w:w="5386" w:type="dxa"/>
            <w:vAlign w:val="center"/>
          </w:tcPr>
          <w:p w14:paraId="543E5000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58FEAA9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2D2A4D5B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30997" w:rsidRPr="00F210A8" w14:paraId="447A661A" w14:textId="77777777" w:rsidTr="00186865">
        <w:trPr>
          <w:trHeight w:val="397"/>
        </w:trPr>
        <w:tc>
          <w:tcPr>
            <w:tcW w:w="3681" w:type="dxa"/>
          </w:tcPr>
          <w:p w14:paraId="052C16E8" w14:textId="0967CEEE" w:rsidR="00330997" w:rsidRPr="00844ED2" w:rsidRDefault="00330997" w:rsidP="00DF29B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hAnsi="Aptos" w:cs="Arial"/>
                <w:sz w:val="20"/>
                <w:szCs w:val="20"/>
              </w:rPr>
            </w:pPr>
            <w:r w:rsidRPr="00844ED2">
              <w:rPr>
                <w:rFonts w:ascii="Aptos" w:hAnsi="Aptos" w:cs="Arial"/>
                <w:sz w:val="20"/>
                <w:szCs w:val="20"/>
              </w:rPr>
              <w:t>Manage customer and supplier relations.</w:t>
            </w:r>
          </w:p>
        </w:tc>
        <w:tc>
          <w:tcPr>
            <w:tcW w:w="5386" w:type="dxa"/>
            <w:vAlign w:val="center"/>
          </w:tcPr>
          <w:p w14:paraId="0777632E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0A24853A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3617A750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30997" w:rsidRPr="00F210A8" w14:paraId="4BAD65A2" w14:textId="77777777" w:rsidTr="00186865">
        <w:trPr>
          <w:trHeight w:val="397"/>
        </w:trPr>
        <w:tc>
          <w:tcPr>
            <w:tcW w:w="3681" w:type="dxa"/>
          </w:tcPr>
          <w:p w14:paraId="6849F65C" w14:textId="5F0AE82C" w:rsidR="00330997" w:rsidRPr="00844ED2" w:rsidRDefault="00330997" w:rsidP="00DF29B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844ED2">
              <w:rPr>
                <w:rFonts w:ascii="Aptos" w:hAnsi="Aptos" w:cs="Arial"/>
                <w:sz w:val="20"/>
                <w:szCs w:val="20"/>
              </w:rPr>
              <w:lastRenderedPageBreak/>
              <w:t>Manage and assure the achievement of contact centre quality standards.</w:t>
            </w:r>
          </w:p>
        </w:tc>
        <w:tc>
          <w:tcPr>
            <w:tcW w:w="5386" w:type="dxa"/>
            <w:vAlign w:val="center"/>
          </w:tcPr>
          <w:p w14:paraId="787D0B86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7030074B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7D94AC92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  <w:tr w:rsidR="00330997" w:rsidRPr="00F210A8" w14:paraId="0ED6EC4C" w14:textId="77777777" w:rsidTr="00186865">
        <w:trPr>
          <w:trHeight w:val="397"/>
        </w:trPr>
        <w:tc>
          <w:tcPr>
            <w:tcW w:w="3681" w:type="dxa"/>
          </w:tcPr>
          <w:p w14:paraId="5620D6C9" w14:textId="19EE98E9" w:rsidR="00330997" w:rsidRPr="00844ED2" w:rsidRDefault="00330997" w:rsidP="00DF29BD">
            <w:pPr>
              <w:pStyle w:val="ListParagraph"/>
              <w:numPr>
                <w:ilvl w:val="0"/>
                <w:numId w:val="37"/>
              </w:numPr>
              <w:spacing w:before="100" w:beforeAutospacing="1" w:after="100" w:afterAutospacing="1" w:line="276" w:lineRule="auto"/>
              <w:outlineLvl w:val="2"/>
              <w:rPr>
                <w:rFonts w:ascii="Aptos" w:eastAsia="Times New Roman" w:hAnsi="Aptos" w:cs="Arial"/>
                <w:sz w:val="20"/>
                <w:szCs w:val="20"/>
                <w:lang w:eastAsia="en-ZA"/>
              </w:rPr>
            </w:pPr>
            <w:r w:rsidRPr="00844ED2">
              <w:rPr>
                <w:rFonts w:ascii="Aptos" w:hAnsi="Aptos" w:cs="Arial"/>
                <w:sz w:val="20"/>
                <w:szCs w:val="20"/>
              </w:rPr>
              <w:t xml:space="preserve">Manage and control the efficiency of contact centre processes and technology. </w:t>
            </w:r>
          </w:p>
        </w:tc>
        <w:tc>
          <w:tcPr>
            <w:tcW w:w="5386" w:type="dxa"/>
            <w:vAlign w:val="center"/>
          </w:tcPr>
          <w:p w14:paraId="44DCBC2E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2410" w:type="dxa"/>
            <w:vAlign w:val="center"/>
          </w:tcPr>
          <w:p w14:paraId="632BFE69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  <w:tc>
          <w:tcPr>
            <w:tcW w:w="3648" w:type="dxa"/>
            <w:vAlign w:val="center"/>
          </w:tcPr>
          <w:p w14:paraId="29CBE9D9" w14:textId="77777777" w:rsidR="00330997" w:rsidRPr="00F210A8" w:rsidRDefault="00330997" w:rsidP="00330997">
            <w:pPr>
              <w:spacing w:before="100" w:beforeAutospacing="1" w:after="100" w:afterAutospacing="1" w:line="276" w:lineRule="auto"/>
              <w:outlineLvl w:val="2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n-ZA"/>
              </w:rPr>
            </w:pPr>
          </w:p>
        </w:tc>
      </w:tr>
    </w:tbl>
    <w:p w14:paraId="7DD493F1" w14:textId="77777777" w:rsidR="00C87012" w:rsidRDefault="00C87012" w:rsidP="00CF2B58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Assessment Decision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4675"/>
        <w:gridCol w:w="5243"/>
      </w:tblGrid>
      <w:tr w:rsidR="00C87012" w:rsidRPr="006142D8" w14:paraId="40F56FC7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5F3C7D8F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Competent / Not Yet Competent</w:t>
            </w:r>
          </w:p>
        </w:tc>
        <w:tc>
          <w:tcPr>
            <w:tcW w:w="5243" w:type="dxa"/>
            <w:vAlign w:val="center"/>
          </w:tcPr>
          <w:p w14:paraId="2EA9BE4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6565809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22CDF1CC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Recommendations for Gap Training </w:t>
            </w:r>
          </w:p>
        </w:tc>
        <w:tc>
          <w:tcPr>
            <w:tcW w:w="5243" w:type="dxa"/>
            <w:vAlign w:val="center"/>
          </w:tcPr>
          <w:p w14:paraId="51C1E40B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116F9A23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97C032D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Assessor/SME Name </w:t>
            </w:r>
          </w:p>
        </w:tc>
        <w:tc>
          <w:tcPr>
            <w:tcW w:w="5243" w:type="dxa"/>
            <w:vAlign w:val="center"/>
          </w:tcPr>
          <w:p w14:paraId="759287C5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011720CD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0178F714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Signature </w:t>
            </w:r>
          </w:p>
        </w:tc>
        <w:tc>
          <w:tcPr>
            <w:tcW w:w="5243" w:type="dxa"/>
            <w:vAlign w:val="center"/>
          </w:tcPr>
          <w:p w14:paraId="18AB5CE3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87012" w:rsidRPr="006142D8" w14:paraId="700B9882" w14:textId="77777777" w:rsidTr="00AF399E">
        <w:trPr>
          <w:trHeight w:val="397"/>
        </w:trPr>
        <w:tc>
          <w:tcPr>
            <w:tcW w:w="4675" w:type="dxa"/>
            <w:shd w:val="clear" w:color="auto" w:fill="DD5E15"/>
            <w:vAlign w:val="center"/>
          </w:tcPr>
          <w:p w14:paraId="6F51F727" w14:textId="77777777" w:rsidR="00C87012" w:rsidRPr="00AF399E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AF399E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Date </w:t>
            </w:r>
          </w:p>
        </w:tc>
        <w:tc>
          <w:tcPr>
            <w:tcW w:w="5243" w:type="dxa"/>
            <w:vAlign w:val="center"/>
          </w:tcPr>
          <w:p w14:paraId="36838ED7" w14:textId="77777777" w:rsidR="00C87012" w:rsidRPr="006142D8" w:rsidRDefault="00C87012" w:rsidP="00CF2B5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7E69B3B" w14:textId="77777777" w:rsidR="00C87012" w:rsidRPr="006142D8" w:rsidRDefault="00C87012" w:rsidP="00CF2B58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CF71B1F" w14:textId="6BBD3B8E" w:rsidR="00252B0D" w:rsidRPr="00252B0D" w:rsidRDefault="00252B0D" w:rsidP="00CF2B58">
      <w:pPr>
        <w:spacing w:before="100" w:beforeAutospacing="1" w:after="100" w:afterAutospacing="1" w:line="276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 Declaration</w:t>
      </w:r>
    </w:p>
    <w:p w14:paraId="7ED8355F" w14:textId="7D130370" w:rsidR="00252B0D" w:rsidRPr="00252B0D" w:rsidRDefault="00252B0D" w:rsidP="00CF2B58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>Subject Matter Expert, confirm that the</w:t>
      </w:r>
      <w:r w:rsidR="00043AE3">
        <w:rPr>
          <w:rFonts w:ascii="Arial" w:eastAsia="Times New Roman" w:hAnsi="Arial" w:cs="Arial"/>
          <w:lang w:eastAsia="en-ZA"/>
        </w:rPr>
        <w:t xml:space="preserve"> mapping</w:t>
      </w:r>
      <w:r w:rsidRPr="00252B0D">
        <w:rPr>
          <w:rFonts w:ascii="Arial" w:eastAsia="Times New Roman" w:hAnsi="Arial" w:cs="Arial"/>
          <w:lang w:eastAsia="en-ZA"/>
        </w:rPr>
        <w:t xml:space="preserve">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 xml:space="preserve">ualification. All decisions recorded are based on valid, authentic, current and sufficient evidence, supported by appropriate means of verification and documentary proof. I declare that the </w:t>
      </w:r>
      <w:r w:rsidR="00DB4684">
        <w:rPr>
          <w:rFonts w:ascii="Arial" w:eastAsia="Times New Roman" w:hAnsi="Arial" w:cs="Arial"/>
          <w:lang w:eastAsia="en-ZA"/>
        </w:rPr>
        <w:t>mapping</w:t>
      </w:r>
      <w:r w:rsidRPr="00252B0D">
        <w:rPr>
          <w:rFonts w:ascii="Arial" w:eastAsia="Times New Roman" w:hAnsi="Arial" w:cs="Arial"/>
          <w:lang w:eastAsia="en-ZA"/>
        </w:rPr>
        <w:t xml:space="preserve"> was conducted fairly, transparently and in accordance with Services SETA and QCTO assessment requirements.</w:t>
      </w:r>
    </w:p>
    <w:p w14:paraId="06FBCA75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CF2B58">
      <w:pPr>
        <w:spacing w:before="240" w:line="276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CF2B58">
      <w:pPr>
        <w:spacing w:before="240" w:line="276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sectPr w:rsidR="00252B0D" w:rsidRPr="00252B0D" w:rsidSect="009336D0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B7122" w14:textId="77777777" w:rsidR="00004B16" w:rsidRDefault="00004B16" w:rsidP="00213C69">
      <w:pPr>
        <w:spacing w:after="0" w:line="240" w:lineRule="auto"/>
      </w:pPr>
      <w:r>
        <w:separator/>
      </w:r>
    </w:p>
  </w:endnote>
  <w:endnote w:type="continuationSeparator" w:id="0">
    <w:p w14:paraId="7C456705" w14:textId="77777777" w:rsidR="00004B16" w:rsidRDefault="00004B16" w:rsidP="00213C69">
      <w:pPr>
        <w:spacing w:after="0" w:line="240" w:lineRule="auto"/>
      </w:pPr>
      <w:r>
        <w:continuationSeparator/>
      </w:r>
    </w:p>
  </w:endnote>
  <w:endnote w:type="continuationNotice" w:id="1">
    <w:p w14:paraId="23D59C64" w14:textId="77777777" w:rsidR="00004B16" w:rsidRDefault="00004B1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2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7B5810C" id="Group 9" o:spid="_x0000_s1026" style="position:absolute;margin-left:-.15pt;margin-top:11.7pt;width:842.05pt;height:21.65pt;z-index:-251658238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1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3D062A" id="Group 9" o:spid="_x0000_s1026" style="position:absolute;margin-left:-42.35pt;margin-top:11.5pt;width:842.05pt;height:21.65pt;z-index:-251658239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856CC" w14:textId="77777777" w:rsidR="00004B16" w:rsidRDefault="00004B16" w:rsidP="00213C69">
      <w:pPr>
        <w:spacing w:after="0" w:line="240" w:lineRule="auto"/>
      </w:pPr>
      <w:r>
        <w:separator/>
      </w:r>
    </w:p>
  </w:footnote>
  <w:footnote w:type="continuationSeparator" w:id="0">
    <w:p w14:paraId="227D63BD" w14:textId="77777777" w:rsidR="00004B16" w:rsidRDefault="00004B16" w:rsidP="00213C69">
      <w:pPr>
        <w:spacing w:after="0" w:line="240" w:lineRule="auto"/>
      </w:pPr>
      <w:r>
        <w:continuationSeparator/>
      </w:r>
    </w:p>
  </w:footnote>
  <w:footnote w:type="continuationNotice" w:id="1">
    <w:p w14:paraId="187D1ECE" w14:textId="77777777" w:rsidR="00004B16" w:rsidRDefault="00004B1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03A82A64" w:rsidR="00F17F63" w:rsidRDefault="00B343FC" w:rsidP="00B343FC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D45409C" id="Group 7" o:spid="_x0000_s1026" style="position:absolute;margin-left:790.9pt;margin-top:-19.5pt;width:842.1pt;height:27.75pt;z-index:251658243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138530F" id="Group 7" o:spid="_x0000_s1026" style="position:absolute;margin-left:-42.4pt;margin-top:-19.5pt;width:842.1pt;height:27.75pt;z-index:251658240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DE4B53"/>
    <w:multiLevelType w:val="hybridMultilevel"/>
    <w:tmpl w:val="C2EC91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4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3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1"/>
  </w:num>
  <w:num w:numId="15" w16cid:durableId="700402222">
    <w:abstractNumId w:val="23"/>
  </w:num>
  <w:num w:numId="16" w16cid:durableId="1628655497">
    <w:abstractNumId w:val="26"/>
  </w:num>
  <w:num w:numId="17" w16cid:durableId="1246768852">
    <w:abstractNumId w:val="25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5"/>
  </w:num>
  <w:num w:numId="21" w16cid:durableId="1566525094">
    <w:abstractNumId w:val="17"/>
  </w:num>
  <w:num w:numId="22" w16cid:durableId="1089930071">
    <w:abstractNumId w:val="34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2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8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9"/>
  </w:num>
  <w:num w:numId="36" w16cid:durableId="95368770">
    <w:abstractNumId w:val="30"/>
  </w:num>
  <w:num w:numId="37" w16cid:durableId="844513336">
    <w:abstractNumId w:val="2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B16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41E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E40"/>
    <w:rsid w:val="00034EDB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AE3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4A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6F4C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CB4"/>
    <w:rsid w:val="00196D41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297"/>
    <w:rsid w:val="002C53F9"/>
    <w:rsid w:val="002C575E"/>
    <w:rsid w:val="002C65EC"/>
    <w:rsid w:val="002C70AB"/>
    <w:rsid w:val="002C7404"/>
    <w:rsid w:val="002C7A9D"/>
    <w:rsid w:val="002C7CCF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997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994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863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5648"/>
    <w:rsid w:val="004C6DE9"/>
    <w:rsid w:val="004C7400"/>
    <w:rsid w:val="004C7556"/>
    <w:rsid w:val="004C769E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61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A4A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B8E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095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287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2FC1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BBA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4ED2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1F92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ACC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B95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99E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3F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4CC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B26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4E7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7D5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12"/>
    <w:rsid w:val="00C870C8"/>
    <w:rsid w:val="00C874A4"/>
    <w:rsid w:val="00C8769D"/>
    <w:rsid w:val="00C87B5B"/>
    <w:rsid w:val="00C91170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2B58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5C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684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C0D"/>
    <w:rsid w:val="00DE090B"/>
    <w:rsid w:val="00DE094C"/>
    <w:rsid w:val="00DE1452"/>
    <w:rsid w:val="00DE190C"/>
    <w:rsid w:val="00DE1946"/>
    <w:rsid w:val="00DE2764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9BD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046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17B91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432"/>
    <w:rsid w:val="00EC6AB6"/>
    <w:rsid w:val="00EC6D6D"/>
    <w:rsid w:val="00EC77F1"/>
    <w:rsid w:val="00EC798F"/>
    <w:rsid w:val="00EC7998"/>
    <w:rsid w:val="00EC7AB9"/>
    <w:rsid w:val="00EC7C07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588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0A8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BD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101474-3A60-4BD8-A758-15BE5CF6D402}">
  <ds:schemaRefs>
    <ds:schemaRef ds:uri="http://purl.org/dc/terms/"/>
    <ds:schemaRef ds:uri="http://www.w3.org/XML/1998/namespace"/>
    <ds:schemaRef ds:uri="http://purl.org/dc/dcmitype/"/>
    <ds:schemaRef ds:uri="http://schemas.openxmlformats.org/package/2006/metadata/core-properties"/>
    <ds:schemaRef ds:uri="2c5e3bf4-a475-444a-9952-8aa2e0d6f63d"/>
    <ds:schemaRef ds:uri="http://schemas.microsoft.com/office/infopath/2007/PartnerControls"/>
    <ds:schemaRef ds:uri="http://schemas.microsoft.com/office/2006/documentManagement/types"/>
    <ds:schemaRef ds:uri="55221c09-c7ff-418a-af03-84180da6f5d4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12</TotalTime>
  <Pages>3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25</cp:revision>
  <cp:lastPrinted>2026-01-30T06:07:00Z</cp:lastPrinted>
  <dcterms:created xsi:type="dcterms:W3CDTF">2026-01-14T06:14:00Z</dcterms:created>
  <dcterms:modified xsi:type="dcterms:W3CDTF">2026-01-30T06:07:00Z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